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3D68ED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57210F">
        <w:rPr>
          <w:lang w:val="en-GB"/>
        </w:rPr>
        <w:t xml:space="preserve"> 41-G001-25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C9D51C1"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5D4985">
        <w:rPr>
          <w:rFonts w:ascii="Calibri" w:hAnsi="Calibri" w:cs="Calibri"/>
          <w:lang w:val="en-GB"/>
        </w:rPr>
        <w:t>Central Pacific Producers Ltd</w:t>
      </w:r>
      <w:r w:rsidR="00B06E84">
        <w:rPr>
          <w:rFonts w:ascii="Calibri" w:hAnsi="Calibri" w:cs="Calibri"/>
          <w:lang w:val="en-GB"/>
        </w:rPr>
        <w:t xml:space="preserve"> (</w:t>
      </w:r>
      <w:r w:rsidR="005D4985">
        <w:rPr>
          <w:rFonts w:ascii="Calibri" w:hAnsi="Calibri" w:cs="Calibri"/>
          <w:lang w:val="en-GB"/>
        </w:rPr>
        <w:t>CPPL</w:t>
      </w:r>
      <w:r w:rsidR="00B06E84">
        <w:rPr>
          <w:rFonts w:ascii="Calibri" w:hAnsi="Calibri" w:cs="Calibri"/>
          <w:lang w:val="en-GB"/>
        </w:rPr>
        <w: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58839695"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r w:rsidR="00C96E2D" w:rsidRPr="007F3777">
        <w:rPr>
          <w:rFonts w:ascii="Calibri" w:hAnsi="Calibri" w:cs="Calibri"/>
          <w:lang w:val="en-GB"/>
        </w:rPr>
        <w:t>whether</w:t>
      </w:r>
      <w:r w:rsidR="00D95BF6" w:rsidRPr="007F3777">
        <w:rPr>
          <w:rFonts w:ascii="Calibri" w:hAnsi="Calibri" w:cs="Calibri"/>
          <w:lang w:val="en-GB"/>
        </w:rPr>
        <w:t xml:space="preserve"> </w:t>
      </w:r>
      <w:r w:rsidR="0057210F">
        <w:rPr>
          <w:rFonts w:ascii="Calibri" w:hAnsi="Calibri" w:cs="Calibri"/>
          <w:lang w:val="en-GB"/>
        </w:rPr>
        <w:t xml:space="preserve">or not </w:t>
      </w:r>
      <w:r w:rsidR="00D95BF6" w:rsidRPr="007F3777">
        <w:rPr>
          <w:rFonts w:ascii="Calibri" w:hAnsi="Calibri" w:cs="Calibri"/>
          <w:lang w:val="en-GB"/>
        </w:rPr>
        <w:t>it is successful.</w:t>
      </w:r>
    </w:p>
    <w:p w14:paraId="3C5A4113" w14:textId="1075B6E5"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r w:rsidR="00C96E2D" w:rsidRPr="007F3777">
        <w:rPr>
          <w:rFonts w:ascii="Calibri" w:hAnsi="Calibri" w:cs="Calibri"/>
          <w:lang w:val="en-GB"/>
        </w:rPr>
        <w:t>during</w:t>
      </w:r>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101C4F31"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w:t>
      </w:r>
      <w:r w:rsidR="00C96E2D" w:rsidRPr="008210AF">
        <w:rPr>
          <w:rFonts w:ascii="Calibri" w:hAnsi="Calibri" w:cs="Calibri"/>
          <w:lang w:val="en-GB"/>
        </w:rPr>
        <w:t>venture,</w:t>
      </w:r>
      <w:r w:rsidRPr="008210AF">
        <w:rPr>
          <w:rFonts w:ascii="Calibri" w:hAnsi="Calibri" w:cs="Calibri"/>
          <w:lang w:val="en-GB"/>
        </w:rPr>
        <w:t xml:space="preserv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w:t>
      </w:r>
      <w:r w:rsidR="00C96E2D" w:rsidRPr="008210AF">
        <w:rPr>
          <w:rFonts w:ascii="Calibri" w:hAnsi="Calibri" w:cs="Calibri"/>
          <w:lang w:val="en-GB"/>
        </w:rPr>
        <w:t>venture,</w:t>
      </w:r>
      <w:r w:rsidRPr="008210AF">
        <w:rPr>
          <w:rFonts w:ascii="Calibri" w:hAnsi="Calibri" w:cs="Calibri"/>
          <w:lang w:val="en-GB"/>
        </w:rPr>
        <w:t xml:space="preserv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w:t>
      </w:r>
      <w:r w:rsidR="00C96E2D" w:rsidRPr="008210AF">
        <w:rPr>
          <w:rFonts w:ascii="Calibri" w:hAnsi="Calibri" w:cs="Calibri"/>
          <w:lang w:val="en-GB"/>
        </w:rPr>
        <w:t>venture,</w:t>
      </w:r>
      <w:r w:rsidRPr="008210AF">
        <w:rPr>
          <w:rFonts w:ascii="Calibri" w:hAnsi="Calibri" w:cs="Calibri"/>
          <w:lang w:val="en-GB"/>
        </w:rPr>
        <w:t xml:space="preserv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4F99A73" w14:textId="77777777" w:rsidR="0057210F" w:rsidRDefault="0057210F" w:rsidP="00166C12">
      <w:pPr>
        <w:rPr>
          <w:lang w:val="en-GB"/>
        </w:rPr>
      </w:pPr>
    </w:p>
    <w:p w14:paraId="218C1F91" w14:textId="77777777" w:rsidR="0057210F" w:rsidRPr="006249AE" w:rsidRDefault="0057210F" w:rsidP="0057210F">
      <w:pPr>
        <w:rPr>
          <w:lang w:val="en-GB"/>
        </w:rPr>
      </w:pPr>
      <w:r w:rsidRPr="006249AE">
        <w:rPr>
          <w:lang w:val="en-GB"/>
        </w:rPr>
        <w:t>To: Secretary</w:t>
      </w:r>
    </w:p>
    <w:p w14:paraId="17A3BABF" w14:textId="77777777" w:rsidR="0057210F" w:rsidRPr="006249AE" w:rsidRDefault="0057210F" w:rsidP="0057210F">
      <w:pPr>
        <w:rPr>
          <w:lang w:val="en-GB"/>
        </w:rPr>
      </w:pPr>
      <w:r w:rsidRPr="006249AE">
        <w:rPr>
          <w:lang w:val="en-GB"/>
        </w:rPr>
        <w:t xml:space="preserve">       Ministry of Finance &amp; Economic Development</w:t>
      </w:r>
    </w:p>
    <w:p w14:paraId="7F3FE648" w14:textId="77777777" w:rsidR="0057210F" w:rsidRPr="006249AE" w:rsidRDefault="0057210F" w:rsidP="0057210F">
      <w:pPr>
        <w:rPr>
          <w:lang w:val="en-GB"/>
        </w:rPr>
      </w:pPr>
      <w:r w:rsidRPr="006249AE">
        <w:rPr>
          <w:lang w:val="en-GB"/>
        </w:rPr>
        <w:t xml:space="preserve">       Bairiki, Tarawa</w:t>
      </w:r>
    </w:p>
    <w:p w14:paraId="51726180" w14:textId="77777777" w:rsidR="0057210F" w:rsidRPr="006249AE" w:rsidRDefault="0057210F" w:rsidP="0057210F">
      <w:pPr>
        <w:rPr>
          <w:lang w:val="en-GB"/>
        </w:rPr>
      </w:pPr>
      <w:r w:rsidRPr="006249AE">
        <w:rPr>
          <w:lang w:val="en-GB"/>
        </w:rPr>
        <w:t xml:space="preserve">       Republic of Kiribati</w:t>
      </w:r>
    </w:p>
    <w:p w14:paraId="2C134364" w14:textId="77777777" w:rsidR="0057210F" w:rsidRPr="006249AE" w:rsidRDefault="0057210F" w:rsidP="0057210F">
      <w:pPr>
        <w:rPr>
          <w:lang w:val="en-GB"/>
        </w:rPr>
      </w:pPr>
    </w:p>
    <w:p w14:paraId="7A0D2FA3" w14:textId="77777777" w:rsidR="0057210F" w:rsidRPr="006249AE" w:rsidRDefault="0057210F" w:rsidP="0057210F">
      <w:pPr>
        <w:rPr>
          <w:lang w:val="en-GB"/>
        </w:rPr>
      </w:pPr>
      <w:r w:rsidRPr="006249AE">
        <w:rPr>
          <w:lang w:val="en-GB"/>
        </w:rPr>
        <w:t>Attention: Central Procurement Unit</w:t>
      </w:r>
    </w:p>
    <w:p w14:paraId="66E97806" w14:textId="3FD54E6F" w:rsidR="0057210F" w:rsidRPr="006249AE" w:rsidRDefault="0057210F" w:rsidP="0057210F">
      <w:pPr>
        <w:rPr>
          <w:lang w:val="en-GB"/>
        </w:rPr>
      </w:pPr>
      <w:r w:rsidRPr="006249AE">
        <w:rPr>
          <w:lang w:val="en-GB"/>
        </w:rPr>
        <w:t>Procurement number</w:t>
      </w:r>
      <w:r w:rsidR="004424F5">
        <w:rPr>
          <w:lang w:val="en-GB"/>
        </w:rPr>
        <w:t>: 41-G001-25</w:t>
      </w:r>
    </w:p>
    <w:p w14:paraId="5D7A6E6F" w14:textId="77777777" w:rsidR="0057210F" w:rsidRPr="00B41F59" w:rsidRDefault="0057210F" w:rsidP="00166C12">
      <w:pPr>
        <w:rPr>
          <w:lang w:val="en-GB"/>
        </w:rPr>
      </w:pPr>
    </w:p>
    <w:p w14:paraId="2A135786" w14:textId="39367863"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bookmarkEnd w:id="23"/>
      <w:r w:rsidR="00C96E2D" w:rsidRPr="007F3777">
        <w:rPr>
          <w:rFonts w:cs="Calibri"/>
          <w:sz w:val="28"/>
          <w:szCs w:val="28"/>
          <w:lang w:eastAsia="ko-KR"/>
        </w:rPr>
        <w:t>Submitted.</w:t>
      </w:r>
    </w:p>
    <w:p w14:paraId="1015502E" w14:textId="77E6CC77"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7210F">
        <w:rPr>
          <w:rFonts w:ascii="Calibri" w:eastAsia="Times New Roman" w:hAnsi="Calibri" w:cs="Calibri"/>
          <w:lang w:val="en-GB"/>
        </w:rPr>
        <w:t>d</w:t>
      </w:r>
      <w:r w:rsidR="00A41E0B" w:rsidRPr="007F3777">
        <w:rPr>
          <w:rFonts w:ascii="Calibri" w:eastAsia="Times New Roman" w:hAnsi="Calibri" w:cs="Calibri"/>
          <w:lang w:val="en-GB"/>
        </w:rPr>
        <w:t xml:space="preserve"> and </w:t>
      </w:r>
      <w:r w:rsidR="0057210F">
        <w:rPr>
          <w:rFonts w:ascii="Calibri" w:eastAsia="Times New Roman" w:hAnsi="Calibri" w:cs="Calibri"/>
          <w:lang w:val="en-GB"/>
        </w:rPr>
        <w:t>e</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0AE1BE9F" w14:textId="77777777" w:rsidR="0057210F" w:rsidRPr="007F3777" w:rsidRDefault="0057210F" w:rsidP="0057210F">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15A88BF" w14:textId="77777777" w:rsidR="0057210F" w:rsidRDefault="0057210F" w:rsidP="0057210F">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593CB697" w14:textId="77777777" w:rsidR="0057210F" w:rsidRDefault="0057210F" w:rsidP="0057210F">
      <w:pPr>
        <w:ind w:left="360"/>
        <w:rPr>
          <w:rFonts w:cs="Calibri"/>
          <w:lang w:val="en-GB"/>
        </w:rPr>
      </w:pPr>
      <w:r>
        <w:rPr>
          <w:rFonts w:cs="Calibri"/>
          <w:lang w:val="en-GB"/>
        </w:rPr>
        <w:t>b(i) Certified business registration from MTCIC for local tenderers and a valid business registration for international tenderers</w:t>
      </w:r>
    </w:p>
    <w:p w14:paraId="0935A955" w14:textId="77777777" w:rsidR="0057210F" w:rsidRDefault="0057210F" w:rsidP="0057210F">
      <w:pPr>
        <w:ind w:left="360"/>
        <w:rPr>
          <w:rFonts w:cs="Calibri"/>
          <w:lang w:val="en-GB"/>
        </w:rPr>
      </w:pPr>
      <w:r>
        <w:rPr>
          <w:rFonts w:cs="Calibri"/>
          <w:lang w:val="en-GB"/>
        </w:rPr>
        <w:t>b(ii) Tax clearance letter from Tax Office. Those having tax debts should be having instalment agreement with the Tax Office</w:t>
      </w:r>
    </w:p>
    <w:p w14:paraId="6AADD9A0" w14:textId="77777777" w:rsidR="0057210F" w:rsidRDefault="0057210F" w:rsidP="0057210F">
      <w:pPr>
        <w:ind w:left="360"/>
        <w:rPr>
          <w:rFonts w:cs="Calibri"/>
          <w:lang w:val="en-GB"/>
        </w:rPr>
      </w:pPr>
      <w:r>
        <w:rPr>
          <w:rFonts w:cs="Calibri"/>
          <w:lang w:val="en-GB"/>
        </w:rPr>
        <w:t>b(iii) Operational business license</w:t>
      </w:r>
    </w:p>
    <w:p w14:paraId="2A82AE5C" w14:textId="77777777" w:rsidR="0057210F" w:rsidRPr="00032400" w:rsidRDefault="0057210F" w:rsidP="0057210F">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7267D417" w14:textId="77777777" w:rsidR="0057210F" w:rsidRPr="007F3777" w:rsidRDefault="0057210F" w:rsidP="0057210F">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144059F0" w14:textId="77777777" w:rsidR="0057210F" w:rsidRPr="007F3777" w:rsidRDefault="0057210F" w:rsidP="0057210F">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392CC9D1"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57210F">
        <w:rPr>
          <w:rFonts w:ascii="Calibri" w:eastAsia="Times New Roman" w:hAnsi="Calibri" w:cs="Calibri"/>
          <w:lang w:val="en-GB"/>
        </w:rPr>
        <w:t xml:space="preserve"> to e</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w:t>
      </w:r>
      <w:r w:rsidRPr="007F3777">
        <w:rPr>
          <w:rFonts w:ascii="Calibri" w:hAnsi="Calibri" w:cs="Calibri"/>
          <w:lang w:val="en-GB"/>
        </w:rPr>
        <w:lastRenderedPageBreak/>
        <w:t xml:space="preserve">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054050DB"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r w:rsidR="00C96E2D">
        <w:rPr>
          <w:rFonts w:ascii="Calibri" w:eastAsia="Times New Roman" w:hAnsi="Calibri" w:cs="Calibri"/>
        </w:rPr>
        <w:t xml:space="preserve"> and photos </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lastRenderedPageBreak/>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D07324">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C48BA" w14:textId="77777777" w:rsidR="00BF24F7" w:rsidRDefault="00BF24F7">
      <w:r>
        <w:separator/>
      </w:r>
    </w:p>
  </w:endnote>
  <w:endnote w:type="continuationSeparator" w:id="0">
    <w:p w14:paraId="23F68F58" w14:textId="77777777" w:rsidR="00BF24F7" w:rsidRDefault="00BF24F7">
      <w:r>
        <w:continuationSeparator/>
      </w:r>
    </w:p>
  </w:endnote>
  <w:endnote w:type="continuationNotice" w:id="1">
    <w:p w14:paraId="43A23F95" w14:textId="77777777" w:rsidR="00BF24F7" w:rsidRDefault="00BF2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7127980" w:rsidR="00133D55" w:rsidRDefault="00133D55" w:rsidP="004878F3">
    <w:pPr>
      <w:pStyle w:val="Footer"/>
    </w:pPr>
    <w:r>
      <w:fldChar w:fldCharType="begin"/>
    </w:r>
    <w:r>
      <w:instrText xml:space="preserve"> DATE \@ "yyyy-MM-dd" </w:instrText>
    </w:r>
    <w:r>
      <w:fldChar w:fldCharType="separate"/>
    </w:r>
    <w:r w:rsidR="004424F5">
      <w:rPr>
        <w:noProof/>
      </w:rPr>
      <w:t>2025-02-05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FE8C6" w14:textId="77777777" w:rsidR="00BF24F7" w:rsidRDefault="00BF24F7">
      <w:r>
        <w:separator/>
      </w:r>
    </w:p>
  </w:footnote>
  <w:footnote w:type="continuationSeparator" w:id="0">
    <w:p w14:paraId="24537D5C" w14:textId="77777777" w:rsidR="00BF24F7" w:rsidRDefault="00BF24F7">
      <w:r>
        <w:continuationSeparator/>
      </w:r>
    </w:p>
  </w:footnote>
  <w:footnote w:type="continuationNotice" w:id="1">
    <w:p w14:paraId="4FCCE60D" w14:textId="77777777" w:rsidR="00BF24F7" w:rsidRDefault="00BF24F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1ADEE9A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0349571">
    <w:abstractNumId w:val="1"/>
  </w:num>
  <w:num w:numId="2" w16cid:durableId="1153372111">
    <w:abstractNumId w:val="12"/>
  </w:num>
  <w:num w:numId="3" w16cid:durableId="2118478908">
    <w:abstractNumId w:val="13"/>
  </w:num>
  <w:num w:numId="4" w16cid:durableId="863397535">
    <w:abstractNumId w:val="7"/>
  </w:num>
  <w:num w:numId="5" w16cid:durableId="1598637203">
    <w:abstractNumId w:val="6"/>
  </w:num>
  <w:num w:numId="6" w16cid:durableId="1244608858">
    <w:abstractNumId w:val="9"/>
  </w:num>
  <w:num w:numId="7" w16cid:durableId="1812671593">
    <w:abstractNumId w:val="8"/>
  </w:num>
  <w:num w:numId="8" w16cid:durableId="1909654635">
    <w:abstractNumId w:val="11"/>
  </w:num>
  <w:num w:numId="9" w16cid:durableId="428426558">
    <w:abstractNumId w:val="0"/>
  </w:num>
  <w:num w:numId="10" w16cid:durableId="334963761">
    <w:abstractNumId w:val="10"/>
  </w:num>
  <w:num w:numId="11" w16cid:durableId="1880508186">
    <w:abstractNumId w:val="4"/>
  </w:num>
  <w:num w:numId="12" w16cid:durableId="1603761794">
    <w:abstractNumId w:val="3"/>
  </w:num>
  <w:num w:numId="13" w16cid:durableId="122388237">
    <w:abstractNumId w:val="5"/>
  </w:num>
  <w:num w:numId="14" w16cid:durableId="13391136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87025"/>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E5B1C"/>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3DEC"/>
    <w:rsid w:val="002642E5"/>
    <w:rsid w:val="0026593F"/>
    <w:rsid w:val="00265D39"/>
    <w:rsid w:val="0026708A"/>
    <w:rsid w:val="00270289"/>
    <w:rsid w:val="002752F1"/>
    <w:rsid w:val="002761F3"/>
    <w:rsid w:val="00280823"/>
    <w:rsid w:val="00281936"/>
    <w:rsid w:val="00284096"/>
    <w:rsid w:val="0028416F"/>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1283"/>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2549"/>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5CB"/>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D768A"/>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4F5"/>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2"/>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210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4985"/>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0FC"/>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1DC4"/>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27A48"/>
    <w:rsid w:val="00827D42"/>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85C56"/>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6E84"/>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822"/>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4F7"/>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E2D"/>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324"/>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87648"/>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6A49"/>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FB8"/>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0AA5"/>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0CF1"/>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1837</Words>
  <Characters>10476</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2025-01-30T21:49:00Z</dcterms:created>
  <dcterms:modified xsi:type="dcterms:W3CDTF">2025-02-05T04:11:00Z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